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DE370D" w:rsidRDefault="00DE370D" w:rsidP="00DE370D">
      <w:pPr>
        <w:jc w:val="both"/>
        <w:rPr>
          <w:rFonts w:cs="Arial"/>
          <w:b/>
          <w:bCs/>
          <w:color w:val="E36C0A"/>
        </w:rPr>
      </w:pPr>
      <w:r>
        <w:rPr>
          <w:rFonts w:cs="Arial"/>
          <w:b/>
          <w:bCs/>
          <w:color w:val="E36C0A"/>
        </w:rPr>
        <w:t>Pokud se nebudete ucházet o některou část</w:t>
      </w:r>
      <w:r w:rsidR="006549AE">
        <w:rPr>
          <w:rFonts w:cs="Arial"/>
          <w:b/>
          <w:bCs/>
          <w:color w:val="E36C0A"/>
        </w:rPr>
        <w:t xml:space="preserve"> veřejné zakázky</w:t>
      </w:r>
      <w:r>
        <w:rPr>
          <w:rFonts w:cs="Arial"/>
          <w:b/>
          <w:bCs/>
          <w:color w:val="E36C0A"/>
        </w:rPr>
        <w:t xml:space="preserve">, do </w:t>
      </w:r>
      <w:r w:rsidR="001A1390">
        <w:rPr>
          <w:rFonts w:cs="Arial"/>
          <w:b/>
          <w:bCs/>
          <w:color w:val="E36C0A"/>
        </w:rPr>
        <w:t xml:space="preserve">pole </w:t>
      </w:r>
      <w:r>
        <w:rPr>
          <w:rFonts w:cs="Arial"/>
          <w:b/>
          <w:bCs/>
          <w:color w:val="E36C0A"/>
        </w:rPr>
        <w:t xml:space="preserve">„Termín realizace“ </w:t>
      </w:r>
      <w:r>
        <w:rPr>
          <w:rFonts w:cs="Arial"/>
          <w:b/>
          <w:bCs/>
          <w:color w:val="E36C0A"/>
        </w:rPr>
        <w:br/>
        <w:t>napište:  NEREALIZOVÁNO.</w:t>
      </w:r>
    </w:p>
    <w:p w:rsidR="00AE40F9" w:rsidRDefault="00AE40F9" w:rsidP="00AE40F9"/>
    <w:p w:rsidR="00DE370D" w:rsidRDefault="00DE370D" w:rsidP="00AE40F9"/>
    <w:p w:rsidR="0039476E" w:rsidRPr="0039476E" w:rsidRDefault="00EB48FD" w:rsidP="00140117">
      <w:r w:rsidRPr="0039476E">
        <w:rPr>
          <w:rFonts w:cs="Arial"/>
          <w:b/>
          <w:bCs/>
        </w:rPr>
        <w:t>Část 1</w:t>
      </w:r>
      <w:r w:rsidR="00AE40F9" w:rsidRPr="0039476E">
        <w:rPr>
          <w:rFonts w:cs="Arial"/>
          <w:b/>
          <w:bCs/>
        </w:rPr>
        <w:t xml:space="preserve"> – </w:t>
      </w:r>
      <w:r w:rsidR="0039476E" w:rsidRPr="0039476E">
        <w:rPr>
          <w:rFonts w:cs="Arial"/>
          <w:b/>
          <w:bCs/>
          <w:szCs w:val="20"/>
        </w:rPr>
        <w:t>Chodník ulice Dolní Valy I. - západ</w:t>
      </w:r>
      <w:r w:rsidR="0039476E" w:rsidRPr="0039476E">
        <w:t xml:space="preserve"> </w:t>
      </w:r>
    </w:p>
    <w:p w:rsidR="00251C6E" w:rsidRPr="00DA2FF6" w:rsidRDefault="00251C6E" w:rsidP="00251C6E">
      <w:r w:rsidRPr="00DA2FF6">
        <w:t>Zahájení prací: nejpozději od 01.0</w:t>
      </w:r>
      <w:r w:rsidR="00A85159" w:rsidRPr="00DA2FF6">
        <w:t>7</w:t>
      </w:r>
      <w:r w:rsidRPr="00DA2FF6">
        <w:t>.2026</w:t>
      </w:r>
    </w:p>
    <w:p w:rsidR="00251C6E" w:rsidRPr="00DA2FF6" w:rsidRDefault="00251C6E" w:rsidP="00251C6E">
      <w:r w:rsidRPr="00DA2FF6">
        <w:t xml:space="preserve">Dokončení díla: do </w:t>
      </w:r>
      <w:r w:rsidR="00663E24" w:rsidRPr="00DA2FF6">
        <w:t>8</w:t>
      </w:r>
      <w:r w:rsidRPr="00DA2FF6">
        <w:t xml:space="preserve">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AE40F9" w:rsidRDefault="00AE40F9" w:rsidP="00AE40F9">
      <w:pPr>
        <w:jc w:val="both"/>
        <w:rPr>
          <w:rFonts w:cs="Arial"/>
          <w:b/>
          <w:bCs/>
        </w:rPr>
      </w:pPr>
    </w:p>
    <w:p w:rsidR="006329A4" w:rsidRPr="0039476E" w:rsidRDefault="006329A4" w:rsidP="00AE40F9">
      <w:pPr>
        <w:jc w:val="both"/>
        <w:rPr>
          <w:rFonts w:cs="Arial"/>
          <w:b/>
          <w:bCs/>
        </w:rPr>
      </w:pPr>
    </w:p>
    <w:p w:rsidR="00AE40F9" w:rsidRPr="0039476E" w:rsidRDefault="00EB48FD" w:rsidP="00AE40F9">
      <w:pPr>
        <w:jc w:val="both"/>
        <w:rPr>
          <w:rFonts w:cs="Arial"/>
          <w:b/>
          <w:bCs/>
        </w:rPr>
      </w:pPr>
      <w:r w:rsidRPr="0039476E">
        <w:rPr>
          <w:rFonts w:cs="Arial"/>
          <w:b/>
          <w:bCs/>
        </w:rPr>
        <w:t>Část 2</w:t>
      </w:r>
      <w:r w:rsidR="00AE40F9" w:rsidRPr="0039476E">
        <w:rPr>
          <w:rFonts w:cs="Arial"/>
          <w:b/>
          <w:bCs/>
        </w:rPr>
        <w:t xml:space="preserve"> – </w:t>
      </w:r>
      <w:r w:rsidR="0039476E" w:rsidRPr="0039476E">
        <w:rPr>
          <w:rFonts w:cs="Arial"/>
          <w:b/>
          <w:bCs/>
          <w:szCs w:val="20"/>
        </w:rPr>
        <w:t>Chodník ulice Dolní Valy II. - východ</w:t>
      </w:r>
    </w:p>
    <w:p w:rsidR="00251C6E" w:rsidRPr="00DA2FF6" w:rsidRDefault="00251C6E" w:rsidP="00251C6E">
      <w:r w:rsidRPr="00DA2FF6">
        <w:t>Zahájení prací: nejpozději od 01.0</w:t>
      </w:r>
      <w:r w:rsidR="00A85159" w:rsidRPr="00DA2FF6">
        <w:t>9</w:t>
      </w:r>
      <w:r w:rsidRPr="00DA2FF6">
        <w:t>.2026</w:t>
      </w:r>
    </w:p>
    <w:p w:rsidR="00251C6E" w:rsidRPr="00DA2FF6" w:rsidRDefault="00251C6E" w:rsidP="00251C6E">
      <w:r w:rsidRPr="00DA2FF6">
        <w:t xml:space="preserve">Dokončení díla: do </w:t>
      </w:r>
      <w:r w:rsidR="00663E24" w:rsidRPr="00DA2FF6">
        <w:t>8</w:t>
      </w:r>
      <w:r w:rsidRPr="00DA2FF6">
        <w:t xml:space="preserve">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251C6E" w:rsidRPr="00251C6E" w:rsidRDefault="00251C6E" w:rsidP="00251C6E">
      <w:pPr>
        <w:jc w:val="both"/>
        <w:rPr>
          <w:rFonts w:cs="Arial"/>
          <w:b/>
          <w:bCs/>
        </w:rPr>
      </w:pPr>
      <w:r w:rsidRPr="00251C6E">
        <w:rPr>
          <w:rFonts w:cs="Arial"/>
          <w:b/>
          <w:bCs/>
        </w:rPr>
        <w:t>Část 3 – Oprava chodníku v areálu TJ Sokol Újezdec-</w:t>
      </w:r>
      <w:proofErr w:type="spellStart"/>
      <w:r w:rsidRPr="00251C6E">
        <w:rPr>
          <w:rFonts w:cs="Arial"/>
          <w:b/>
          <w:bCs/>
        </w:rPr>
        <w:t>Těšov</w:t>
      </w:r>
      <w:proofErr w:type="spellEnd"/>
    </w:p>
    <w:p w:rsidR="00251C6E" w:rsidRPr="00DA2FF6" w:rsidRDefault="00A85159" w:rsidP="00251C6E">
      <w:bookmarkStart w:id="0" w:name="_GoBack"/>
      <w:bookmarkEnd w:id="0"/>
      <w:r w:rsidRPr="00DA2FF6">
        <w:t>Zahájení prací: nejpozději od 06</w:t>
      </w:r>
      <w:r w:rsidR="00251C6E" w:rsidRPr="00DA2FF6">
        <w:t>.04.2026</w:t>
      </w:r>
    </w:p>
    <w:p w:rsidR="00251C6E" w:rsidRPr="00DA2FF6" w:rsidRDefault="00251C6E" w:rsidP="00251C6E">
      <w:r w:rsidRPr="00DA2FF6">
        <w:t>Dokončení díla: do 8 týdnů od zahájení</w:t>
      </w:r>
    </w:p>
    <w:p w:rsidR="00251C6E" w:rsidRPr="00BF7080" w:rsidRDefault="00251C6E" w:rsidP="00251C6E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6329A4" w:rsidRPr="00372744" w:rsidRDefault="006329A4" w:rsidP="00AE40F9">
      <w:pPr>
        <w:jc w:val="both"/>
        <w:rPr>
          <w:rFonts w:cs="Arial"/>
          <w:b/>
          <w:bCs/>
          <w:highlight w:val="yellow"/>
        </w:rPr>
      </w:pPr>
    </w:p>
    <w:p w:rsidR="00FE1DA2" w:rsidRPr="00AE40F9" w:rsidRDefault="00FE1DA2" w:rsidP="00AE40F9"/>
    <w:sectPr w:rsidR="00FE1DA2" w:rsidRPr="00AE40F9" w:rsidSect="003D7010">
      <w:footerReference w:type="default" r:id="rId7"/>
      <w:headerReference w:type="first" r:id="rId8"/>
      <w:foot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0C7" w:rsidRDefault="00C750C7">
      <w:r>
        <w:separator/>
      </w:r>
    </w:p>
  </w:endnote>
  <w:endnote w:type="continuationSeparator" w:id="0">
    <w:p w:rsidR="00C750C7" w:rsidRDefault="00C7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Default="003042A4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22F9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Pr="00335124" w:rsidRDefault="003042A4" w:rsidP="005F178A">
    <w:pPr>
      <w:pStyle w:val="Zpat"/>
      <w:rPr>
        <w:b/>
        <w:color w:val="00B050"/>
        <w:sz w:val="14"/>
        <w:szCs w:val="14"/>
      </w:rPr>
    </w:pPr>
    <w:r w:rsidRPr="00335124">
      <w:rPr>
        <w:b/>
        <w:color w:val="00B050"/>
        <w:sz w:val="14"/>
        <w:szCs w:val="14"/>
      </w:rPr>
      <w:t>Veřejná zakázka malého rozsahu</w:t>
    </w:r>
  </w:p>
  <w:p w:rsidR="003042A4" w:rsidRPr="00335124" w:rsidRDefault="003042A4" w:rsidP="005F178A">
    <w:pPr>
      <w:pStyle w:val="Zpat"/>
      <w:rPr>
        <w:b/>
        <w:caps/>
        <w:color w:val="00B050"/>
        <w:sz w:val="14"/>
        <w:szCs w:val="14"/>
      </w:rPr>
    </w:pPr>
    <w:r w:rsidRPr="00335124">
      <w:rPr>
        <w:b/>
        <w:caps/>
        <w:color w:val="00B050"/>
        <w:sz w:val="14"/>
        <w:szCs w:val="14"/>
      </w:rPr>
      <w:t>Oprava chodníků</w:t>
    </w:r>
    <w:r w:rsidR="00A768B6" w:rsidRPr="00335124">
      <w:rPr>
        <w:b/>
        <w:caps/>
        <w:color w:val="00B050"/>
        <w:sz w:val="14"/>
        <w:szCs w:val="14"/>
      </w:rPr>
      <w:t xml:space="preserve"> </w:t>
    </w:r>
    <w:r w:rsidRPr="00335124">
      <w:rPr>
        <w:b/>
        <w:caps/>
        <w:color w:val="00B050"/>
        <w:sz w:val="14"/>
        <w:szCs w:val="14"/>
      </w:rPr>
      <w:t xml:space="preserve">města Uherský </w:t>
    </w:r>
    <w:r w:rsidR="00A85159">
      <w:rPr>
        <w:b/>
        <w:caps/>
        <w:color w:val="00B050"/>
        <w:sz w:val="14"/>
        <w:szCs w:val="14"/>
      </w:rPr>
      <w:t xml:space="preserve">BROD </w:t>
    </w:r>
    <w:r w:rsidR="006329A4">
      <w:rPr>
        <w:b/>
        <w:caps/>
        <w:color w:val="00B050"/>
        <w:sz w:val="14"/>
        <w:szCs w:val="14"/>
      </w:rPr>
      <w:t>202</w:t>
    </w:r>
    <w:r w:rsidR="00251C6E">
      <w:rPr>
        <w:b/>
        <w:caps/>
        <w:color w:val="00B050"/>
        <w:sz w:val="14"/>
        <w:szCs w:val="14"/>
      </w:rPr>
      <w:t>6</w:t>
    </w:r>
  </w:p>
  <w:p w:rsidR="003042A4" w:rsidRPr="001F5CCD" w:rsidRDefault="003042A4" w:rsidP="001F5C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0C7" w:rsidRDefault="00C750C7">
      <w:r>
        <w:separator/>
      </w:r>
    </w:p>
  </w:footnote>
  <w:footnote w:type="continuationSeparator" w:id="0">
    <w:p w:rsidR="00C750C7" w:rsidRDefault="00C75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A49" w:rsidRPr="00335124" w:rsidRDefault="00335124" w:rsidP="00335124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4ECC31C" wp14:editId="7A05D106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2A4" w:rsidRPr="00335124">
      <w:rPr>
        <w:b/>
        <w:bCs/>
        <w:color w:val="00B050"/>
        <w:sz w:val="28"/>
        <w:szCs w:val="28"/>
      </w:rPr>
      <w:t xml:space="preserve">Harmonogram prací – příloha č. </w:t>
    </w:r>
    <w:r w:rsidR="00B7279F">
      <w:rPr>
        <w:b/>
        <w:bCs/>
        <w:color w:val="00B050"/>
        <w:sz w:val="28"/>
        <w:szCs w:val="28"/>
      </w:rPr>
      <w:t>4</w:t>
    </w:r>
  </w:p>
  <w:p w:rsidR="003042A4" w:rsidRPr="00335124" w:rsidRDefault="003042A4" w:rsidP="00A768B6">
    <w:pPr>
      <w:pStyle w:val="Zhlav"/>
      <w:tabs>
        <w:tab w:val="left" w:pos="2580"/>
        <w:tab w:val="left" w:pos="2985"/>
      </w:tabs>
      <w:spacing w:line="276" w:lineRule="auto"/>
      <w:jc w:val="center"/>
      <w:rPr>
        <w:color w:val="00B050"/>
      </w:rPr>
    </w:pPr>
    <w:r w:rsidRPr="00335124">
      <w:rPr>
        <w:b/>
        <w:caps/>
        <w:color w:val="00B050"/>
        <w:sz w:val="24"/>
      </w:rPr>
      <w:t xml:space="preserve">Veřejná zakázka: oprava </w:t>
    </w:r>
    <w:r w:rsidR="00A768B6" w:rsidRPr="00335124">
      <w:rPr>
        <w:b/>
        <w:caps/>
        <w:color w:val="00B050"/>
        <w:sz w:val="24"/>
      </w:rPr>
      <w:t xml:space="preserve">CHODNÍKŮ MĚSTA </w:t>
    </w:r>
    <w:r w:rsidRPr="00335124">
      <w:rPr>
        <w:b/>
        <w:caps/>
        <w:color w:val="00B050"/>
        <w:sz w:val="24"/>
      </w:rPr>
      <w:t>uherský Brod</w:t>
    </w:r>
    <w:r w:rsidR="00953C55">
      <w:rPr>
        <w:b/>
        <w:caps/>
        <w:color w:val="00B050"/>
        <w:sz w:val="24"/>
      </w:rPr>
      <w:t xml:space="preserve"> 202</w:t>
    </w:r>
    <w:r w:rsidR="0039476E">
      <w:rPr>
        <w:b/>
        <w:caps/>
        <w:color w:val="00B050"/>
        <w:sz w:val="24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0A"/>
    <w:rsid w:val="000175D6"/>
    <w:rsid w:val="00020A0D"/>
    <w:rsid w:val="0002749A"/>
    <w:rsid w:val="0003498B"/>
    <w:rsid w:val="00044CDA"/>
    <w:rsid w:val="00045F2C"/>
    <w:rsid w:val="000466A9"/>
    <w:rsid w:val="00052C2A"/>
    <w:rsid w:val="00055C30"/>
    <w:rsid w:val="00055C4D"/>
    <w:rsid w:val="00056CED"/>
    <w:rsid w:val="00056F12"/>
    <w:rsid w:val="00060A10"/>
    <w:rsid w:val="0006639B"/>
    <w:rsid w:val="00075A0B"/>
    <w:rsid w:val="00084314"/>
    <w:rsid w:val="000879BC"/>
    <w:rsid w:val="000924F2"/>
    <w:rsid w:val="000A2AF3"/>
    <w:rsid w:val="000A754F"/>
    <w:rsid w:val="000B094D"/>
    <w:rsid w:val="000B1AC4"/>
    <w:rsid w:val="000B3133"/>
    <w:rsid w:val="000B6303"/>
    <w:rsid w:val="000C2E90"/>
    <w:rsid w:val="000C6A1C"/>
    <w:rsid w:val="000D1112"/>
    <w:rsid w:val="000D7033"/>
    <w:rsid w:val="000D7E0A"/>
    <w:rsid w:val="000E4B16"/>
    <w:rsid w:val="000E4D02"/>
    <w:rsid w:val="000E67EE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21A45"/>
    <w:rsid w:val="0012256E"/>
    <w:rsid w:val="00130577"/>
    <w:rsid w:val="00130DD3"/>
    <w:rsid w:val="0013388F"/>
    <w:rsid w:val="00140117"/>
    <w:rsid w:val="00140728"/>
    <w:rsid w:val="00141FA0"/>
    <w:rsid w:val="00142890"/>
    <w:rsid w:val="001436D2"/>
    <w:rsid w:val="00147199"/>
    <w:rsid w:val="00147B5D"/>
    <w:rsid w:val="001525D5"/>
    <w:rsid w:val="00154994"/>
    <w:rsid w:val="00155063"/>
    <w:rsid w:val="001574CE"/>
    <w:rsid w:val="001627CD"/>
    <w:rsid w:val="00162DCD"/>
    <w:rsid w:val="00164756"/>
    <w:rsid w:val="0017208E"/>
    <w:rsid w:val="00175175"/>
    <w:rsid w:val="0017600C"/>
    <w:rsid w:val="00176171"/>
    <w:rsid w:val="0018069C"/>
    <w:rsid w:val="0018384E"/>
    <w:rsid w:val="001857C4"/>
    <w:rsid w:val="00191224"/>
    <w:rsid w:val="00196E68"/>
    <w:rsid w:val="001A1390"/>
    <w:rsid w:val="001B062E"/>
    <w:rsid w:val="001B10F2"/>
    <w:rsid w:val="001B6317"/>
    <w:rsid w:val="001B6367"/>
    <w:rsid w:val="001B7035"/>
    <w:rsid w:val="001B7422"/>
    <w:rsid w:val="001C7227"/>
    <w:rsid w:val="001D6BAB"/>
    <w:rsid w:val="001D73BA"/>
    <w:rsid w:val="001E25F9"/>
    <w:rsid w:val="001E2717"/>
    <w:rsid w:val="001E6D9F"/>
    <w:rsid w:val="001F24D5"/>
    <w:rsid w:val="001F4BE7"/>
    <w:rsid w:val="001F5414"/>
    <w:rsid w:val="001F5CCD"/>
    <w:rsid w:val="001F6459"/>
    <w:rsid w:val="001F6528"/>
    <w:rsid w:val="001F6A4E"/>
    <w:rsid w:val="002000F5"/>
    <w:rsid w:val="002029E6"/>
    <w:rsid w:val="002038A9"/>
    <w:rsid w:val="002074B0"/>
    <w:rsid w:val="00220D6B"/>
    <w:rsid w:val="00221266"/>
    <w:rsid w:val="0022307E"/>
    <w:rsid w:val="00223C88"/>
    <w:rsid w:val="0022565F"/>
    <w:rsid w:val="002256F1"/>
    <w:rsid w:val="002319A1"/>
    <w:rsid w:val="00232311"/>
    <w:rsid w:val="00234019"/>
    <w:rsid w:val="00234578"/>
    <w:rsid w:val="00237476"/>
    <w:rsid w:val="00241700"/>
    <w:rsid w:val="00242E57"/>
    <w:rsid w:val="00251C6E"/>
    <w:rsid w:val="00252035"/>
    <w:rsid w:val="00265675"/>
    <w:rsid w:val="00265BBF"/>
    <w:rsid w:val="0026758F"/>
    <w:rsid w:val="00273C50"/>
    <w:rsid w:val="00274E72"/>
    <w:rsid w:val="00276DEB"/>
    <w:rsid w:val="002815A8"/>
    <w:rsid w:val="0028209F"/>
    <w:rsid w:val="00287A6B"/>
    <w:rsid w:val="00292B19"/>
    <w:rsid w:val="00293979"/>
    <w:rsid w:val="002969B0"/>
    <w:rsid w:val="002A19FB"/>
    <w:rsid w:val="002A2849"/>
    <w:rsid w:val="002A3AA4"/>
    <w:rsid w:val="002A445C"/>
    <w:rsid w:val="002A47C0"/>
    <w:rsid w:val="002A4931"/>
    <w:rsid w:val="002A55C8"/>
    <w:rsid w:val="002A7E7E"/>
    <w:rsid w:val="002B2255"/>
    <w:rsid w:val="002B42DB"/>
    <w:rsid w:val="002B5955"/>
    <w:rsid w:val="002B5AF7"/>
    <w:rsid w:val="002C2EA4"/>
    <w:rsid w:val="002C3001"/>
    <w:rsid w:val="002C4A48"/>
    <w:rsid w:val="002C4B9D"/>
    <w:rsid w:val="002D51E2"/>
    <w:rsid w:val="002D7E74"/>
    <w:rsid w:val="002F081A"/>
    <w:rsid w:val="002F4269"/>
    <w:rsid w:val="002F4893"/>
    <w:rsid w:val="002F6D90"/>
    <w:rsid w:val="002F7695"/>
    <w:rsid w:val="00300EB1"/>
    <w:rsid w:val="00301033"/>
    <w:rsid w:val="003042A4"/>
    <w:rsid w:val="00305C9A"/>
    <w:rsid w:val="00306309"/>
    <w:rsid w:val="003131E0"/>
    <w:rsid w:val="003135DA"/>
    <w:rsid w:val="003150E9"/>
    <w:rsid w:val="003170D9"/>
    <w:rsid w:val="00317D62"/>
    <w:rsid w:val="00322D94"/>
    <w:rsid w:val="0032400E"/>
    <w:rsid w:val="003248B8"/>
    <w:rsid w:val="003256B2"/>
    <w:rsid w:val="00332721"/>
    <w:rsid w:val="00334024"/>
    <w:rsid w:val="00334818"/>
    <w:rsid w:val="00335124"/>
    <w:rsid w:val="0033513C"/>
    <w:rsid w:val="00340E7D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18AB"/>
    <w:rsid w:val="00372744"/>
    <w:rsid w:val="00372DAA"/>
    <w:rsid w:val="0037321B"/>
    <w:rsid w:val="00377F55"/>
    <w:rsid w:val="00391E9B"/>
    <w:rsid w:val="00393B4F"/>
    <w:rsid w:val="0039476E"/>
    <w:rsid w:val="003A0D3E"/>
    <w:rsid w:val="003A15F6"/>
    <w:rsid w:val="003A4169"/>
    <w:rsid w:val="003A43AE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2E3C"/>
    <w:rsid w:val="003F32EF"/>
    <w:rsid w:val="003F4129"/>
    <w:rsid w:val="003F5A49"/>
    <w:rsid w:val="0040127B"/>
    <w:rsid w:val="00403658"/>
    <w:rsid w:val="00403ABD"/>
    <w:rsid w:val="00407246"/>
    <w:rsid w:val="004120EC"/>
    <w:rsid w:val="004148A3"/>
    <w:rsid w:val="00426D7D"/>
    <w:rsid w:val="00427A55"/>
    <w:rsid w:val="00431684"/>
    <w:rsid w:val="00433982"/>
    <w:rsid w:val="0043451C"/>
    <w:rsid w:val="00435ACB"/>
    <w:rsid w:val="0044093E"/>
    <w:rsid w:val="00451F4D"/>
    <w:rsid w:val="004548D9"/>
    <w:rsid w:val="00457411"/>
    <w:rsid w:val="0047080B"/>
    <w:rsid w:val="0047521D"/>
    <w:rsid w:val="00477369"/>
    <w:rsid w:val="00483CEC"/>
    <w:rsid w:val="00491775"/>
    <w:rsid w:val="0049477B"/>
    <w:rsid w:val="004A1B34"/>
    <w:rsid w:val="004A1EA9"/>
    <w:rsid w:val="004A41F8"/>
    <w:rsid w:val="004A631A"/>
    <w:rsid w:val="004B0535"/>
    <w:rsid w:val="004B082C"/>
    <w:rsid w:val="004B0EC4"/>
    <w:rsid w:val="004B1C10"/>
    <w:rsid w:val="004B1CDB"/>
    <w:rsid w:val="004B3F92"/>
    <w:rsid w:val="004B5323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189E"/>
    <w:rsid w:val="0050230A"/>
    <w:rsid w:val="005041DD"/>
    <w:rsid w:val="005212E5"/>
    <w:rsid w:val="0052199F"/>
    <w:rsid w:val="00522517"/>
    <w:rsid w:val="005226CC"/>
    <w:rsid w:val="0052340A"/>
    <w:rsid w:val="0052437E"/>
    <w:rsid w:val="00527FA6"/>
    <w:rsid w:val="00533DA1"/>
    <w:rsid w:val="00536A22"/>
    <w:rsid w:val="00540558"/>
    <w:rsid w:val="00540ABA"/>
    <w:rsid w:val="0054182A"/>
    <w:rsid w:val="005438B5"/>
    <w:rsid w:val="005511E5"/>
    <w:rsid w:val="00552320"/>
    <w:rsid w:val="00553D49"/>
    <w:rsid w:val="0055726D"/>
    <w:rsid w:val="00557E76"/>
    <w:rsid w:val="00562457"/>
    <w:rsid w:val="00562E6E"/>
    <w:rsid w:val="005719CE"/>
    <w:rsid w:val="00571F59"/>
    <w:rsid w:val="00572899"/>
    <w:rsid w:val="00581B1F"/>
    <w:rsid w:val="005824F4"/>
    <w:rsid w:val="005877B2"/>
    <w:rsid w:val="00587A29"/>
    <w:rsid w:val="00592F9D"/>
    <w:rsid w:val="00593411"/>
    <w:rsid w:val="005946DF"/>
    <w:rsid w:val="00597DD2"/>
    <w:rsid w:val="005A1429"/>
    <w:rsid w:val="005A1A75"/>
    <w:rsid w:val="005B13C1"/>
    <w:rsid w:val="005B419C"/>
    <w:rsid w:val="005B615C"/>
    <w:rsid w:val="005C00BE"/>
    <w:rsid w:val="005C1810"/>
    <w:rsid w:val="005C183A"/>
    <w:rsid w:val="005C308B"/>
    <w:rsid w:val="005C6EEE"/>
    <w:rsid w:val="005C7661"/>
    <w:rsid w:val="005C76F8"/>
    <w:rsid w:val="005D1068"/>
    <w:rsid w:val="005D309D"/>
    <w:rsid w:val="005D4390"/>
    <w:rsid w:val="005D76B4"/>
    <w:rsid w:val="005E0DE9"/>
    <w:rsid w:val="005E4554"/>
    <w:rsid w:val="005E4FC7"/>
    <w:rsid w:val="005E6B6E"/>
    <w:rsid w:val="005F178A"/>
    <w:rsid w:val="005F246E"/>
    <w:rsid w:val="005F7D0E"/>
    <w:rsid w:val="006009D0"/>
    <w:rsid w:val="006010E9"/>
    <w:rsid w:val="006207DA"/>
    <w:rsid w:val="006228C8"/>
    <w:rsid w:val="0062730E"/>
    <w:rsid w:val="00631990"/>
    <w:rsid w:val="006329A4"/>
    <w:rsid w:val="00632EAF"/>
    <w:rsid w:val="00635D98"/>
    <w:rsid w:val="00637DC3"/>
    <w:rsid w:val="00642AB0"/>
    <w:rsid w:val="006456C5"/>
    <w:rsid w:val="0064607E"/>
    <w:rsid w:val="00651C84"/>
    <w:rsid w:val="006524E7"/>
    <w:rsid w:val="006549AE"/>
    <w:rsid w:val="00657447"/>
    <w:rsid w:val="00663E24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0418"/>
    <w:rsid w:val="006A6D11"/>
    <w:rsid w:val="006B0EC5"/>
    <w:rsid w:val="006B7883"/>
    <w:rsid w:val="006C06AD"/>
    <w:rsid w:val="006C11B6"/>
    <w:rsid w:val="006C33ED"/>
    <w:rsid w:val="006C75D8"/>
    <w:rsid w:val="006D3FB1"/>
    <w:rsid w:val="006D6A33"/>
    <w:rsid w:val="006D6B46"/>
    <w:rsid w:val="006E149C"/>
    <w:rsid w:val="006E44E5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27F41"/>
    <w:rsid w:val="00731A9E"/>
    <w:rsid w:val="007362EA"/>
    <w:rsid w:val="00736540"/>
    <w:rsid w:val="00745817"/>
    <w:rsid w:val="007514D1"/>
    <w:rsid w:val="00751D9B"/>
    <w:rsid w:val="00755FF2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17C7"/>
    <w:rsid w:val="007B36CE"/>
    <w:rsid w:val="007B64FC"/>
    <w:rsid w:val="007B7177"/>
    <w:rsid w:val="007C087E"/>
    <w:rsid w:val="007D04BA"/>
    <w:rsid w:val="007D4A60"/>
    <w:rsid w:val="007D655D"/>
    <w:rsid w:val="007F017C"/>
    <w:rsid w:val="007F0C46"/>
    <w:rsid w:val="0080218A"/>
    <w:rsid w:val="00803B6E"/>
    <w:rsid w:val="00805FAC"/>
    <w:rsid w:val="00807634"/>
    <w:rsid w:val="00810252"/>
    <w:rsid w:val="008104A8"/>
    <w:rsid w:val="00815E98"/>
    <w:rsid w:val="00820407"/>
    <w:rsid w:val="008237ED"/>
    <w:rsid w:val="00824E77"/>
    <w:rsid w:val="008311D2"/>
    <w:rsid w:val="008353D0"/>
    <w:rsid w:val="008355F9"/>
    <w:rsid w:val="008357CF"/>
    <w:rsid w:val="00836EBB"/>
    <w:rsid w:val="008426A1"/>
    <w:rsid w:val="008453A2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A18"/>
    <w:rsid w:val="00883F9F"/>
    <w:rsid w:val="00885626"/>
    <w:rsid w:val="008873D1"/>
    <w:rsid w:val="00894BDC"/>
    <w:rsid w:val="008979F0"/>
    <w:rsid w:val="008A60CF"/>
    <w:rsid w:val="008B002D"/>
    <w:rsid w:val="008B2682"/>
    <w:rsid w:val="008B52A3"/>
    <w:rsid w:val="008B5DFD"/>
    <w:rsid w:val="008B6D7D"/>
    <w:rsid w:val="008C3AD6"/>
    <w:rsid w:val="008D4AD9"/>
    <w:rsid w:val="008D5219"/>
    <w:rsid w:val="008D78F4"/>
    <w:rsid w:val="008E06C8"/>
    <w:rsid w:val="008E0BF4"/>
    <w:rsid w:val="008E490C"/>
    <w:rsid w:val="008E536C"/>
    <w:rsid w:val="008F1714"/>
    <w:rsid w:val="008F3BCE"/>
    <w:rsid w:val="008F487C"/>
    <w:rsid w:val="008F6722"/>
    <w:rsid w:val="0090254B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3C55"/>
    <w:rsid w:val="0095514A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B6E8D"/>
    <w:rsid w:val="009C10D9"/>
    <w:rsid w:val="009C155D"/>
    <w:rsid w:val="009C1D8F"/>
    <w:rsid w:val="009C2AC6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0ED"/>
    <w:rsid w:val="009F2C79"/>
    <w:rsid w:val="00A000D3"/>
    <w:rsid w:val="00A01E4C"/>
    <w:rsid w:val="00A07809"/>
    <w:rsid w:val="00A15A1E"/>
    <w:rsid w:val="00A23ECD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65BFF"/>
    <w:rsid w:val="00A671AA"/>
    <w:rsid w:val="00A67B99"/>
    <w:rsid w:val="00A75531"/>
    <w:rsid w:val="00A767AA"/>
    <w:rsid w:val="00A768B6"/>
    <w:rsid w:val="00A76E1A"/>
    <w:rsid w:val="00A771DF"/>
    <w:rsid w:val="00A80267"/>
    <w:rsid w:val="00A85159"/>
    <w:rsid w:val="00A85C71"/>
    <w:rsid w:val="00A85CCE"/>
    <w:rsid w:val="00A906CD"/>
    <w:rsid w:val="00A9076D"/>
    <w:rsid w:val="00A97166"/>
    <w:rsid w:val="00A9798A"/>
    <w:rsid w:val="00AA156D"/>
    <w:rsid w:val="00AB2F79"/>
    <w:rsid w:val="00AB4BD4"/>
    <w:rsid w:val="00AB66BC"/>
    <w:rsid w:val="00AB6911"/>
    <w:rsid w:val="00AB6AF5"/>
    <w:rsid w:val="00AC06DF"/>
    <w:rsid w:val="00AC0845"/>
    <w:rsid w:val="00AC2100"/>
    <w:rsid w:val="00AC387F"/>
    <w:rsid w:val="00AC47EC"/>
    <w:rsid w:val="00AC5E7A"/>
    <w:rsid w:val="00AC673F"/>
    <w:rsid w:val="00AD3810"/>
    <w:rsid w:val="00AD44B5"/>
    <w:rsid w:val="00AD48C9"/>
    <w:rsid w:val="00AD548C"/>
    <w:rsid w:val="00AD7C10"/>
    <w:rsid w:val="00AD7FD1"/>
    <w:rsid w:val="00AE3F08"/>
    <w:rsid w:val="00AE40F9"/>
    <w:rsid w:val="00AE49A9"/>
    <w:rsid w:val="00AF41B5"/>
    <w:rsid w:val="00AF49E7"/>
    <w:rsid w:val="00B01027"/>
    <w:rsid w:val="00B0112F"/>
    <w:rsid w:val="00B03813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15D3"/>
    <w:rsid w:val="00B43C3A"/>
    <w:rsid w:val="00B43DCF"/>
    <w:rsid w:val="00B45417"/>
    <w:rsid w:val="00B4591C"/>
    <w:rsid w:val="00B46347"/>
    <w:rsid w:val="00B46805"/>
    <w:rsid w:val="00B471C5"/>
    <w:rsid w:val="00B51FA8"/>
    <w:rsid w:val="00B557BC"/>
    <w:rsid w:val="00B648B7"/>
    <w:rsid w:val="00B64D46"/>
    <w:rsid w:val="00B671F1"/>
    <w:rsid w:val="00B7279F"/>
    <w:rsid w:val="00B96744"/>
    <w:rsid w:val="00B9732A"/>
    <w:rsid w:val="00BA0A4D"/>
    <w:rsid w:val="00BA3F34"/>
    <w:rsid w:val="00BA6011"/>
    <w:rsid w:val="00BB3C3E"/>
    <w:rsid w:val="00BB68B2"/>
    <w:rsid w:val="00BB7FEA"/>
    <w:rsid w:val="00BC26BB"/>
    <w:rsid w:val="00BC2D37"/>
    <w:rsid w:val="00BC4C22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BF7080"/>
    <w:rsid w:val="00C15325"/>
    <w:rsid w:val="00C22D54"/>
    <w:rsid w:val="00C25109"/>
    <w:rsid w:val="00C263C8"/>
    <w:rsid w:val="00C27983"/>
    <w:rsid w:val="00C27EBA"/>
    <w:rsid w:val="00C30396"/>
    <w:rsid w:val="00C34C16"/>
    <w:rsid w:val="00C4267C"/>
    <w:rsid w:val="00C447E9"/>
    <w:rsid w:val="00C46F1B"/>
    <w:rsid w:val="00C50FB8"/>
    <w:rsid w:val="00C51C6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4F9"/>
    <w:rsid w:val="00C65EEE"/>
    <w:rsid w:val="00C70663"/>
    <w:rsid w:val="00C70CE5"/>
    <w:rsid w:val="00C750C7"/>
    <w:rsid w:val="00C7672D"/>
    <w:rsid w:val="00C843DD"/>
    <w:rsid w:val="00C84F6E"/>
    <w:rsid w:val="00C86046"/>
    <w:rsid w:val="00C86827"/>
    <w:rsid w:val="00C86D39"/>
    <w:rsid w:val="00C91F79"/>
    <w:rsid w:val="00C94865"/>
    <w:rsid w:val="00C96D1F"/>
    <w:rsid w:val="00CA0803"/>
    <w:rsid w:val="00CA3872"/>
    <w:rsid w:val="00CA473C"/>
    <w:rsid w:val="00CA4EC9"/>
    <w:rsid w:val="00CB10BB"/>
    <w:rsid w:val="00CB11ED"/>
    <w:rsid w:val="00CB401A"/>
    <w:rsid w:val="00CB582B"/>
    <w:rsid w:val="00CC4B8C"/>
    <w:rsid w:val="00CC5190"/>
    <w:rsid w:val="00CC5472"/>
    <w:rsid w:val="00CC778D"/>
    <w:rsid w:val="00CD6354"/>
    <w:rsid w:val="00CD706E"/>
    <w:rsid w:val="00CE000F"/>
    <w:rsid w:val="00CE05F7"/>
    <w:rsid w:val="00CE2ABB"/>
    <w:rsid w:val="00CF0326"/>
    <w:rsid w:val="00CF2FD1"/>
    <w:rsid w:val="00CF375E"/>
    <w:rsid w:val="00CF4091"/>
    <w:rsid w:val="00D00AEB"/>
    <w:rsid w:val="00D05ECD"/>
    <w:rsid w:val="00D06198"/>
    <w:rsid w:val="00D06B21"/>
    <w:rsid w:val="00D103A2"/>
    <w:rsid w:val="00D15505"/>
    <w:rsid w:val="00D22624"/>
    <w:rsid w:val="00D22F98"/>
    <w:rsid w:val="00D25E99"/>
    <w:rsid w:val="00D30639"/>
    <w:rsid w:val="00D30F07"/>
    <w:rsid w:val="00D30F13"/>
    <w:rsid w:val="00D455B9"/>
    <w:rsid w:val="00D462C9"/>
    <w:rsid w:val="00D475B7"/>
    <w:rsid w:val="00D5274B"/>
    <w:rsid w:val="00D535E5"/>
    <w:rsid w:val="00D54743"/>
    <w:rsid w:val="00D57B00"/>
    <w:rsid w:val="00D65E76"/>
    <w:rsid w:val="00D66A8D"/>
    <w:rsid w:val="00D6725C"/>
    <w:rsid w:val="00D717F7"/>
    <w:rsid w:val="00D75FDF"/>
    <w:rsid w:val="00D82BEB"/>
    <w:rsid w:val="00DA0B0E"/>
    <w:rsid w:val="00DA2FF6"/>
    <w:rsid w:val="00DA4935"/>
    <w:rsid w:val="00DA57F3"/>
    <w:rsid w:val="00DA5811"/>
    <w:rsid w:val="00DA5E1E"/>
    <w:rsid w:val="00DA736E"/>
    <w:rsid w:val="00DB19AC"/>
    <w:rsid w:val="00DB5F94"/>
    <w:rsid w:val="00DB689E"/>
    <w:rsid w:val="00DC41AB"/>
    <w:rsid w:val="00DC6ECD"/>
    <w:rsid w:val="00DD413D"/>
    <w:rsid w:val="00DD60EA"/>
    <w:rsid w:val="00DE2341"/>
    <w:rsid w:val="00DE370D"/>
    <w:rsid w:val="00DE5AA1"/>
    <w:rsid w:val="00DF194C"/>
    <w:rsid w:val="00DF2765"/>
    <w:rsid w:val="00DF3A2E"/>
    <w:rsid w:val="00DF4340"/>
    <w:rsid w:val="00E00157"/>
    <w:rsid w:val="00E00C35"/>
    <w:rsid w:val="00E020C7"/>
    <w:rsid w:val="00E0251E"/>
    <w:rsid w:val="00E06F75"/>
    <w:rsid w:val="00E07DE6"/>
    <w:rsid w:val="00E13484"/>
    <w:rsid w:val="00E153CE"/>
    <w:rsid w:val="00E206A6"/>
    <w:rsid w:val="00E2491F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2672"/>
    <w:rsid w:val="00E73FBD"/>
    <w:rsid w:val="00E77712"/>
    <w:rsid w:val="00E80BC0"/>
    <w:rsid w:val="00E81FF4"/>
    <w:rsid w:val="00E90834"/>
    <w:rsid w:val="00E91BB8"/>
    <w:rsid w:val="00E93C44"/>
    <w:rsid w:val="00E94C30"/>
    <w:rsid w:val="00EB399F"/>
    <w:rsid w:val="00EB3B8A"/>
    <w:rsid w:val="00EB48FD"/>
    <w:rsid w:val="00EB4AC4"/>
    <w:rsid w:val="00EB753F"/>
    <w:rsid w:val="00EC00F9"/>
    <w:rsid w:val="00EC05CC"/>
    <w:rsid w:val="00EC0A46"/>
    <w:rsid w:val="00EC33F0"/>
    <w:rsid w:val="00ED0058"/>
    <w:rsid w:val="00ED4564"/>
    <w:rsid w:val="00ED461A"/>
    <w:rsid w:val="00ED5F74"/>
    <w:rsid w:val="00ED683B"/>
    <w:rsid w:val="00ED72CA"/>
    <w:rsid w:val="00EE10B2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17E99"/>
    <w:rsid w:val="00F25BD9"/>
    <w:rsid w:val="00F2761D"/>
    <w:rsid w:val="00F32F31"/>
    <w:rsid w:val="00F53270"/>
    <w:rsid w:val="00F53F05"/>
    <w:rsid w:val="00F541CE"/>
    <w:rsid w:val="00F55A87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4BBA"/>
    <w:rsid w:val="00F96A6E"/>
    <w:rsid w:val="00FA6C8E"/>
    <w:rsid w:val="00FB06CC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5:docId w15:val="{EF6A2DD7-9BA0-4D50-83F1-4BF09282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6C8B9D92</Template>
  <TotalTime>274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příloha č. 3</vt:lpstr>
    </vt:vector>
  </TitlesOfParts>
  <Company>Město Uherský Brod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příloha č. 3</dc:title>
  <dc:subject>Veřejná zakázka: oprava chodníků města uherský Brod</dc:subject>
  <dc:creator>Kamil Válek</dc:creator>
  <cp:lastModifiedBy>TSUB - Borovský Rostislav, Bc.</cp:lastModifiedBy>
  <cp:revision>75</cp:revision>
  <cp:lastPrinted>2021-01-28T10:23:00Z</cp:lastPrinted>
  <dcterms:created xsi:type="dcterms:W3CDTF">2016-02-19T09:48:00Z</dcterms:created>
  <dcterms:modified xsi:type="dcterms:W3CDTF">2026-02-16T08:41:00Z</dcterms:modified>
</cp:coreProperties>
</file>